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EDB" w:rsidRPr="00A87A77" w:rsidRDefault="00937EDB" w:rsidP="00A87A77">
      <w:pPr>
        <w:jc w:val="center"/>
        <w:rPr>
          <w:b/>
          <w:bCs/>
          <w:u w:val="single"/>
        </w:rPr>
      </w:pPr>
      <w:r w:rsidRPr="00A87A77">
        <w:rPr>
          <w:b/>
          <w:bCs/>
          <w:u w:val="single"/>
        </w:rPr>
        <w:t>Organic Reactions Worksheet</w:t>
      </w:r>
    </w:p>
    <w:p w:rsidR="00937EDB" w:rsidRDefault="00937EDB" w:rsidP="00A87A77">
      <w:pPr>
        <w:pStyle w:val="ListParagraph"/>
        <w:numPr>
          <w:ilvl w:val="0"/>
          <w:numId w:val="1"/>
        </w:numPr>
      </w:pPr>
      <w:r>
        <w:t>Classify the following organic reactions:</w:t>
      </w:r>
    </w:p>
    <w:p w:rsidR="00937EDB" w:rsidRDefault="00937EDB" w:rsidP="00A87A77">
      <w:pPr>
        <w:pStyle w:val="ListParagraph"/>
        <w:numPr>
          <w:ilvl w:val="1"/>
          <w:numId w:val="1"/>
        </w:numPr>
      </w:pPr>
      <w:r>
        <w:t xml:space="preserve">pent-2-ene + hydrogen gas </w:t>
      </w:r>
      <w:r>
        <w:sym w:font="Wingdings" w:char="F0E0"/>
      </w:r>
      <w:r>
        <w:t xml:space="preserve"> butane</w:t>
      </w:r>
    </w:p>
    <w:p w:rsidR="00937EDB" w:rsidRDefault="00937EDB" w:rsidP="00A87A77">
      <w:pPr>
        <w:pStyle w:val="ListParagraph"/>
        <w:numPr>
          <w:ilvl w:val="1"/>
          <w:numId w:val="1"/>
        </w:numPr>
      </w:pPr>
      <w:r>
        <w:t xml:space="preserve">methanol + propanol </w:t>
      </w:r>
      <w:r>
        <w:sym w:font="Wingdings" w:char="F0E0"/>
      </w:r>
      <w:r>
        <w:t xml:space="preserve"> methoxy propane + water</w:t>
      </w:r>
    </w:p>
    <w:p w:rsidR="00937EDB" w:rsidRDefault="00937EDB" w:rsidP="00A87A77">
      <w:pPr>
        <w:pStyle w:val="ListParagraph"/>
        <w:numPr>
          <w:ilvl w:val="1"/>
          <w:numId w:val="1"/>
        </w:numPr>
      </w:pPr>
      <w:r>
        <w:t xml:space="preserve">methyl butanoate + sodium hydroxide </w:t>
      </w:r>
      <w:r>
        <w:sym w:font="Wingdings" w:char="F0E0"/>
      </w:r>
      <w:r>
        <w:t xml:space="preserve"> sodium salt of butanoic acid +methanol</w:t>
      </w:r>
    </w:p>
    <w:p w:rsidR="00937EDB" w:rsidRDefault="00937EDB" w:rsidP="00A87A77">
      <w:pPr>
        <w:pStyle w:val="ListParagraph"/>
        <w:numPr>
          <w:ilvl w:val="1"/>
          <w:numId w:val="1"/>
        </w:numPr>
      </w:pPr>
      <w:r>
        <w:t>benzene + iodine gas</w:t>
      </w:r>
      <w:r>
        <w:sym w:font="Wingdings" w:char="F0E0"/>
      </w:r>
      <w:r>
        <w:t xml:space="preserve"> iodobenzene + hydrogen iodide</w:t>
      </w:r>
    </w:p>
    <w:p w:rsidR="00937EDB" w:rsidRDefault="00937EDB" w:rsidP="00B626F9">
      <w:pPr>
        <w:pStyle w:val="ListParagraph"/>
        <w:numPr>
          <w:ilvl w:val="1"/>
          <w:numId w:val="1"/>
        </w:numPr>
        <w:tabs>
          <w:tab w:val="left" w:pos="1440"/>
          <w:tab w:val="left" w:pos="2700"/>
          <w:tab w:val="left" w:pos="6930"/>
        </w:tabs>
      </w:pPr>
      <w:r>
        <w:t xml:space="preserve">but-2-ene + oxygen gas </w:t>
      </w:r>
      <w:r>
        <w:sym w:font="Wingdings" w:char="F0E0"/>
      </w:r>
      <w:r>
        <w:t xml:space="preserve"> carbon dioxide + carbon + water</w:t>
      </w:r>
    </w:p>
    <w:p w:rsidR="00937EDB" w:rsidRDefault="00937EDB" w:rsidP="00B626F9">
      <w:pPr>
        <w:pStyle w:val="ListParagraph"/>
        <w:numPr>
          <w:ilvl w:val="1"/>
          <w:numId w:val="1"/>
        </w:numPr>
        <w:tabs>
          <w:tab w:val="left" w:pos="1440"/>
          <w:tab w:val="left" w:pos="2700"/>
          <w:tab w:val="left" w:pos="6930"/>
        </w:tabs>
      </w:pPr>
      <w:r>
        <w:t>ethanol + KMnO</w:t>
      </w:r>
      <w:r>
        <w:rPr>
          <w:vertAlign w:val="subscript"/>
        </w:rPr>
        <w:t>4</w:t>
      </w:r>
      <w:r>
        <w:t xml:space="preserve"> </w:t>
      </w:r>
      <w:r>
        <w:sym w:font="Wingdings" w:char="F0E0"/>
      </w:r>
      <w:r>
        <w:t xml:space="preserve"> ethanal + water</w:t>
      </w:r>
    </w:p>
    <w:p w:rsidR="00937EDB" w:rsidRDefault="00937EDB" w:rsidP="00B626F9">
      <w:pPr>
        <w:pStyle w:val="ListParagraph"/>
        <w:numPr>
          <w:ilvl w:val="1"/>
          <w:numId w:val="1"/>
        </w:numPr>
        <w:tabs>
          <w:tab w:val="left" w:pos="1440"/>
          <w:tab w:val="left" w:pos="2700"/>
          <w:tab w:val="left" w:pos="6930"/>
        </w:tabs>
      </w:pPr>
      <w:r>
        <w:t xml:space="preserve">hexanoic acid + dimethyl amine </w:t>
      </w:r>
      <w:r>
        <w:sym w:font="Wingdings" w:char="F0E0"/>
      </w:r>
      <w:r>
        <w:t xml:space="preserve"> N,N-dimethylhexanamide + water</w:t>
      </w:r>
    </w:p>
    <w:p w:rsidR="00937EDB" w:rsidRDefault="00937EDB" w:rsidP="00B626F9">
      <w:pPr>
        <w:pStyle w:val="ListParagraph"/>
        <w:numPr>
          <w:ilvl w:val="1"/>
          <w:numId w:val="1"/>
        </w:numPr>
        <w:tabs>
          <w:tab w:val="left" w:pos="1440"/>
          <w:tab w:val="left" w:pos="2700"/>
          <w:tab w:val="left" w:pos="6930"/>
        </w:tabs>
      </w:pPr>
      <w:r>
        <w:t xml:space="preserve">methane + hydrochloric acid </w:t>
      </w:r>
      <w:r>
        <w:sym w:font="Wingdings" w:char="F0E0"/>
      </w:r>
      <w:r>
        <w:t xml:space="preserve">  chloromethane + hydrogen gas</w:t>
      </w:r>
    </w:p>
    <w:p w:rsidR="00937EDB" w:rsidRDefault="00937EDB" w:rsidP="00B626F9">
      <w:pPr>
        <w:pStyle w:val="ListParagraph"/>
        <w:numPr>
          <w:ilvl w:val="1"/>
          <w:numId w:val="1"/>
        </w:numPr>
        <w:tabs>
          <w:tab w:val="left" w:pos="1440"/>
          <w:tab w:val="left" w:pos="2700"/>
          <w:tab w:val="left" w:pos="6930"/>
        </w:tabs>
      </w:pPr>
      <w:r>
        <w:t xml:space="preserve">ethyne + oxygen gas </w:t>
      </w:r>
      <w:r>
        <w:sym w:font="Wingdings" w:char="F0E0"/>
      </w:r>
      <w:r>
        <w:t xml:space="preserve"> carbon dioxide + water</w:t>
      </w:r>
    </w:p>
    <w:p w:rsidR="00937EDB" w:rsidRDefault="00937EDB" w:rsidP="00B626F9">
      <w:pPr>
        <w:pStyle w:val="ListParagraph"/>
        <w:numPr>
          <w:ilvl w:val="1"/>
          <w:numId w:val="1"/>
        </w:numPr>
        <w:tabs>
          <w:tab w:val="left" w:pos="1440"/>
          <w:tab w:val="left" w:pos="2700"/>
          <w:tab w:val="left" w:pos="6930"/>
        </w:tabs>
      </w:pPr>
      <w:r>
        <w:t xml:space="preserve">ethane + fluorine gas </w:t>
      </w:r>
      <w:r>
        <w:sym w:font="Wingdings" w:char="F0E0"/>
      </w:r>
      <w:r>
        <w:t xml:space="preserve"> fluoroethane + hydrogen fluoride</w:t>
      </w:r>
    </w:p>
    <w:p w:rsidR="00937EDB" w:rsidRDefault="00937EDB" w:rsidP="00921A0A">
      <w:pPr>
        <w:pStyle w:val="ListParagraph"/>
        <w:tabs>
          <w:tab w:val="left" w:pos="6930"/>
        </w:tabs>
        <w:ind w:left="1440"/>
      </w:pPr>
    </w:p>
    <w:p w:rsidR="00937EDB" w:rsidRDefault="00937EDB" w:rsidP="00B626F9">
      <w:pPr>
        <w:pStyle w:val="ListParagraph"/>
        <w:numPr>
          <w:ilvl w:val="0"/>
          <w:numId w:val="1"/>
        </w:numPr>
        <w:tabs>
          <w:tab w:val="left" w:pos="720"/>
          <w:tab w:val="left" w:pos="6930"/>
        </w:tabs>
      </w:pPr>
      <w:r>
        <w:t xml:space="preserve">Draw structural or skeleton diagrams for the reactions below. Include names of reactants and products. If no reaction occurs, write “No Reaction”. If more than one product is possible indicate which the major and minor products.  </w:t>
      </w:r>
    </w:p>
    <w:p w:rsidR="00937EDB" w:rsidRPr="00B626F9" w:rsidRDefault="00937EDB" w:rsidP="00B626F9">
      <w:pPr>
        <w:pStyle w:val="ListParagraph"/>
        <w:tabs>
          <w:tab w:val="left" w:pos="720"/>
          <w:tab w:val="left" w:pos="6930"/>
        </w:tabs>
        <w:ind w:left="360"/>
        <w:rPr>
          <w:sz w:val="8"/>
          <w:szCs w:val="8"/>
        </w:rPr>
      </w:pPr>
    </w:p>
    <w:p w:rsidR="00937EDB" w:rsidRDefault="00937EDB" w:rsidP="00B626F9">
      <w:pPr>
        <w:pStyle w:val="ListParagraph"/>
        <w:numPr>
          <w:ilvl w:val="1"/>
          <w:numId w:val="1"/>
        </w:numPr>
        <w:tabs>
          <w:tab w:val="left" w:pos="1260"/>
          <w:tab w:val="left" w:pos="1440"/>
          <w:tab w:val="left" w:pos="6930"/>
        </w:tabs>
        <w:ind w:hanging="540"/>
      </w:pPr>
      <w:r>
        <w:t>butanoic acid + methanol</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2-bromoethane + potassium hydroxide</w:t>
      </w:r>
    </w:p>
    <w:p w:rsidR="00937EDB" w:rsidRDefault="00937EDB" w:rsidP="00B626F9">
      <w:pPr>
        <w:pStyle w:val="ListParagraph"/>
        <w:tabs>
          <w:tab w:val="left" w:pos="1260"/>
          <w:tab w:val="left" w:pos="144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Formation of a propanol from corresponding aldehyde</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Formation of N-ethylbutamine through hydrolysis</w:t>
      </w:r>
    </w:p>
    <w:p w:rsidR="00937EDB" w:rsidRDefault="00937EDB" w:rsidP="00B626F9">
      <w:pPr>
        <w:pStyle w:val="ListParagraph"/>
        <w:tabs>
          <w:tab w:val="left" w:pos="1260"/>
          <w:tab w:val="left" w:pos="1440"/>
        </w:tabs>
        <w:ind w:hanging="540"/>
      </w:pPr>
    </w:p>
    <w:p w:rsidR="00937EDB" w:rsidRDefault="00937EDB" w:rsidP="00B626F9">
      <w:pPr>
        <w:pStyle w:val="ListParagraph"/>
        <w:tabs>
          <w:tab w:val="left" w:pos="1260"/>
          <w:tab w:val="left" w:pos="144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Benzene + nitric acid</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Formation of 2- t-butylpentanoic acid through controlled oxidation</w:t>
      </w:r>
    </w:p>
    <w:p w:rsidR="00937EDB" w:rsidRDefault="00937EDB" w:rsidP="00B626F9">
      <w:pPr>
        <w:pStyle w:val="ListParagraph"/>
        <w:tabs>
          <w:tab w:val="left" w:pos="1260"/>
          <w:tab w:val="left" w:pos="1440"/>
        </w:tabs>
        <w:ind w:hanging="540"/>
      </w:pPr>
    </w:p>
    <w:p w:rsidR="00937EDB" w:rsidRDefault="00937EDB" w:rsidP="00B626F9">
      <w:pPr>
        <w:tabs>
          <w:tab w:val="left" w:pos="1260"/>
          <w:tab w:val="left" w:pos="1440"/>
          <w:tab w:val="left" w:pos="6930"/>
        </w:tabs>
        <w:ind w:hanging="540"/>
      </w:pPr>
    </w:p>
    <w:p w:rsidR="00937EDB" w:rsidRDefault="00937EDB" w:rsidP="00565B5A">
      <w:pPr>
        <w:pStyle w:val="ListParagraph"/>
        <w:numPr>
          <w:ilvl w:val="1"/>
          <w:numId w:val="1"/>
        </w:numPr>
        <w:tabs>
          <w:tab w:val="left" w:pos="1260"/>
          <w:tab w:val="left" w:pos="1440"/>
          <w:tab w:val="left" w:pos="6930"/>
        </w:tabs>
        <w:ind w:hanging="540"/>
      </w:pPr>
      <w:r>
        <w:t xml:space="preserve">Controlled oxidation of 2-methylpropan-2-ol </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propyne + water</w:t>
      </w:r>
    </w:p>
    <w:p w:rsidR="00937EDB" w:rsidRDefault="00937EDB" w:rsidP="00565B5A">
      <w:pPr>
        <w:tabs>
          <w:tab w:val="left" w:pos="1260"/>
          <w:tab w:val="left" w:pos="1440"/>
          <w:tab w:val="left" w:pos="6930"/>
        </w:tabs>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Formation of methylbenzene from benzene</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dimethylamine + iodomethane</w:t>
      </w:r>
    </w:p>
    <w:p w:rsidR="00937EDB" w:rsidRDefault="00937EDB" w:rsidP="00B626F9">
      <w:pPr>
        <w:pStyle w:val="ListParagraph"/>
        <w:tabs>
          <w:tab w:val="left" w:pos="1260"/>
          <w:tab w:val="left" w:pos="1440"/>
        </w:tabs>
        <w:ind w:hanging="540"/>
      </w:pPr>
    </w:p>
    <w:p w:rsidR="00937EDB" w:rsidRDefault="00937EDB" w:rsidP="00B626F9">
      <w:pPr>
        <w:pStyle w:val="ListParagraph"/>
        <w:tabs>
          <w:tab w:val="left" w:pos="1260"/>
          <w:tab w:val="left" w:pos="144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pentan-2-ol in presence of potassium chromate</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 xml:space="preserve"> Formation of hex-2-ene from corresponding alcohol</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3-isopropylhex-2-ene with hydrogen fluoride</w:t>
      </w:r>
    </w:p>
    <w:p w:rsidR="00937EDB" w:rsidRDefault="00937EDB" w:rsidP="00B626F9">
      <w:pPr>
        <w:pStyle w:val="ListParagraph"/>
        <w:tabs>
          <w:tab w:val="left" w:pos="1260"/>
          <w:tab w:val="left" w:pos="1440"/>
        </w:tabs>
        <w:ind w:hanging="540"/>
      </w:pPr>
    </w:p>
    <w:p w:rsidR="00937EDB" w:rsidRDefault="00937EDB" w:rsidP="00B626F9">
      <w:pPr>
        <w:pStyle w:val="ListParagraph"/>
        <w:tabs>
          <w:tab w:val="left" w:pos="1260"/>
          <w:tab w:val="left" w:pos="144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3-methylbutan-2-one + hydrogen gas</w:t>
      </w:r>
    </w:p>
    <w:p w:rsidR="00937EDB" w:rsidRDefault="00937EDB" w:rsidP="00B626F9">
      <w:pPr>
        <w:tabs>
          <w:tab w:val="left" w:pos="1260"/>
          <w:tab w:val="left" w:pos="1440"/>
          <w:tab w:val="left" w:pos="6930"/>
        </w:tabs>
        <w:ind w:hanging="540"/>
      </w:pPr>
    </w:p>
    <w:p w:rsidR="00937EDB" w:rsidRDefault="00937EDB" w:rsidP="00B626F9">
      <w:pPr>
        <w:tabs>
          <w:tab w:val="left" w:pos="1260"/>
          <w:tab w:val="left" w:pos="1440"/>
          <w:tab w:val="left" w:pos="6930"/>
        </w:tabs>
        <w:ind w:hanging="540"/>
      </w:pPr>
    </w:p>
    <w:p w:rsidR="00937EDB" w:rsidRDefault="00937EDB" w:rsidP="00B626F9">
      <w:pPr>
        <w:pStyle w:val="ListParagraph"/>
        <w:numPr>
          <w:ilvl w:val="1"/>
          <w:numId w:val="1"/>
        </w:numPr>
        <w:tabs>
          <w:tab w:val="left" w:pos="1260"/>
          <w:tab w:val="left" w:pos="1440"/>
          <w:tab w:val="left" w:pos="6930"/>
        </w:tabs>
        <w:ind w:hanging="540"/>
      </w:pPr>
      <w:r>
        <w:t>Formation of 1,2-dibromoethane from an alkene</w:t>
      </w:r>
    </w:p>
    <w:p w:rsidR="00937EDB" w:rsidRDefault="00937EDB" w:rsidP="00CA75C9">
      <w:pPr>
        <w:pStyle w:val="ListParagraph"/>
        <w:tabs>
          <w:tab w:val="left" w:pos="1260"/>
          <w:tab w:val="left" w:pos="1440"/>
          <w:tab w:val="left" w:pos="6930"/>
        </w:tabs>
      </w:pPr>
    </w:p>
    <w:p w:rsidR="00937EDB" w:rsidRDefault="00937EDB" w:rsidP="00CA75C9">
      <w:pPr>
        <w:pStyle w:val="ListParagraph"/>
        <w:tabs>
          <w:tab w:val="left" w:pos="1260"/>
          <w:tab w:val="left" w:pos="1440"/>
          <w:tab w:val="left" w:pos="6930"/>
        </w:tabs>
      </w:pPr>
    </w:p>
    <w:p w:rsidR="00937EDB" w:rsidRDefault="00937EDB" w:rsidP="00CA75C9">
      <w:pPr>
        <w:pStyle w:val="ListParagraph"/>
        <w:tabs>
          <w:tab w:val="left" w:pos="1260"/>
          <w:tab w:val="left" w:pos="1440"/>
          <w:tab w:val="left" w:pos="6930"/>
        </w:tabs>
      </w:pPr>
    </w:p>
    <w:p w:rsidR="00937EDB" w:rsidRDefault="00937EDB" w:rsidP="00565B5A">
      <w:pPr>
        <w:pStyle w:val="ListParagraph"/>
        <w:tabs>
          <w:tab w:val="left" w:pos="1260"/>
          <w:tab w:val="left" w:pos="1440"/>
          <w:tab w:val="left" w:pos="6930"/>
        </w:tabs>
        <w:ind w:left="0"/>
      </w:pPr>
    </w:p>
    <w:p w:rsidR="00937EDB" w:rsidRDefault="00937EDB" w:rsidP="00565B5A">
      <w:pPr>
        <w:pStyle w:val="ListParagraph"/>
        <w:numPr>
          <w:ilvl w:val="0"/>
          <w:numId w:val="1"/>
        </w:numPr>
        <w:tabs>
          <w:tab w:val="left" w:pos="1260"/>
          <w:tab w:val="left" w:pos="1440"/>
          <w:tab w:val="left" w:pos="6930"/>
        </w:tabs>
      </w:pPr>
      <w:r>
        <w:t>You were asked to identify 4 chemical bottles because the labels have fallen off.  The chemicals are butan-1-ol , butan-2-one , butanal and methyl propanoate. What 2 tests can be done to determine the correct labels? Explain how the results would indicate which chemical was which.</w:t>
      </w: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565B5A">
      <w:pPr>
        <w:pStyle w:val="ListParagraph"/>
        <w:tabs>
          <w:tab w:val="left" w:pos="1260"/>
          <w:tab w:val="left" w:pos="1440"/>
          <w:tab w:val="left" w:pos="6930"/>
        </w:tabs>
        <w:ind w:left="360"/>
      </w:pPr>
    </w:p>
    <w:p w:rsidR="00937EDB" w:rsidRDefault="00937EDB" w:rsidP="001A65D0">
      <w:pPr>
        <w:pStyle w:val="ListParagraph"/>
        <w:tabs>
          <w:tab w:val="left" w:pos="1260"/>
          <w:tab w:val="left" w:pos="1440"/>
          <w:tab w:val="left" w:pos="6930"/>
        </w:tabs>
        <w:ind w:left="0"/>
      </w:pPr>
    </w:p>
    <w:p w:rsidR="00937EDB" w:rsidRDefault="00937EDB" w:rsidP="00565B5A">
      <w:pPr>
        <w:pStyle w:val="ListParagraph"/>
        <w:numPr>
          <w:ilvl w:val="0"/>
          <w:numId w:val="1"/>
        </w:numPr>
        <w:tabs>
          <w:tab w:val="left" w:pos="1260"/>
          <w:tab w:val="left" w:pos="1440"/>
          <w:tab w:val="left" w:pos="6930"/>
        </w:tabs>
      </w:pPr>
      <w:r>
        <w:t>Write a series of equations to make butyl propanoate starting from 1-chlorobutane and propan-1-ol.</w:t>
      </w:r>
    </w:p>
    <w:p w:rsidR="00937EDB" w:rsidRDefault="00937EDB" w:rsidP="00B626F9">
      <w:pPr>
        <w:tabs>
          <w:tab w:val="left" w:pos="1260"/>
          <w:tab w:val="left" w:pos="1440"/>
          <w:tab w:val="left" w:pos="6930"/>
        </w:tabs>
        <w:ind w:left="1080" w:hanging="540"/>
      </w:pPr>
    </w:p>
    <w:p w:rsidR="00937EDB" w:rsidRDefault="00937EDB" w:rsidP="00DE4E7E">
      <w:pPr>
        <w:tabs>
          <w:tab w:val="left" w:pos="1260"/>
          <w:tab w:val="left" w:pos="1440"/>
          <w:tab w:val="left" w:pos="6930"/>
        </w:tabs>
      </w:pPr>
    </w:p>
    <w:p w:rsidR="00937EDB" w:rsidRDefault="00937EDB" w:rsidP="00DE4E7E">
      <w:pPr>
        <w:tabs>
          <w:tab w:val="left" w:pos="1260"/>
          <w:tab w:val="left" w:pos="1440"/>
          <w:tab w:val="left" w:pos="6930"/>
        </w:tabs>
      </w:pPr>
    </w:p>
    <w:p w:rsidR="00937EDB" w:rsidRDefault="00937EDB" w:rsidP="00DE4E7E">
      <w:pPr>
        <w:tabs>
          <w:tab w:val="left" w:pos="1260"/>
          <w:tab w:val="left" w:pos="1440"/>
          <w:tab w:val="left" w:pos="6930"/>
        </w:tabs>
      </w:pPr>
    </w:p>
    <w:p w:rsidR="00937EDB" w:rsidRDefault="00937EDB" w:rsidP="00B626F9">
      <w:pPr>
        <w:tabs>
          <w:tab w:val="left" w:pos="1260"/>
          <w:tab w:val="left" w:pos="1440"/>
          <w:tab w:val="left" w:pos="6930"/>
        </w:tabs>
        <w:ind w:left="1080" w:hanging="540"/>
      </w:pPr>
    </w:p>
    <w:p w:rsidR="00937EDB" w:rsidRDefault="00937EDB" w:rsidP="00DE4E7E">
      <w:pPr>
        <w:numPr>
          <w:ilvl w:val="0"/>
          <w:numId w:val="1"/>
        </w:numPr>
        <w:tabs>
          <w:tab w:val="left" w:pos="1260"/>
          <w:tab w:val="left" w:pos="1440"/>
          <w:tab w:val="left" w:pos="6930"/>
        </w:tabs>
      </w:pPr>
      <w:r>
        <w:t>Draw 3 repeating unit of an addition polymerization of  2-chloropropene.</w:t>
      </w:r>
    </w:p>
    <w:p w:rsidR="00937EDB" w:rsidRDefault="00937EDB" w:rsidP="00DE4E7E">
      <w:pPr>
        <w:tabs>
          <w:tab w:val="left" w:pos="1260"/>
          <w:tab w:val="left" w:pos="1440"/>
          <w:tab w:val="left" w:pos="6930"/>
        </w:tabs>
        <w:ind w:left="360"/>
      </w:pPr>
    </w:p>
    <w:p w:rsidR="00937EDB" w:rsidRDefault="00937EDB" w:rsidP="00DE4E7E">
      <w:pPr>
        <w:tabs>
          <w:tab w:val="left" w:pos="1260"/>
          <w:tab w:val="left" w:pos="1440"/>
          <w:tab w:val="left" w:pos="6930"/>
        </w:tabs>
        <w:ind w:left="360"/>
      </w:pPr>
    </w:p>
    <w:p w:rsidR="00937EDB" w:rsidRDefault="00937EDB" w:rsidP="00DE4E7E">
      <w:pPr>
        <w:tabs>
          <w:tab w:val="left" w:pos="1260"/>
          <w:tab w:val="left" w:pos="1440"/>
          <w:tab w:val="left" w:pos="6930"/>
        </w:tabs>
        <w:ind w:left="360"/>
      </w:pPr>
    </w:p>
    <w:p w:rsidR="00937EDB" w:rsidRDefault="00937EDB" w:rsidP="00DE4E7E">
      <w:pPr>
        <w:tabs>
          <w:tab w:val="left" w:pos="1260"/>
          <w:tab w:val="left" w:pos="1440"/>
          <w:tab w:val="left" w:pos="6930"/>
        </w:tabs>
        <w:ind w:left="360"/>
      </w:pPr>
    </w:p>
    <w:p w:rsidR="00937EDB" w:rsidRDefault="00937EDB" w:rsidP="00DE4E7E">
      <w:pPr>
        <w:tabs>
          <w:tab w:val="left" w:pos="1260"/>
          <w:tab w:val="left" w:pos="1440"/>
          <w:tab w:val="left" w:pos="6930"/>
        </w:tabs>
      </w:pPr>
    </w:p>
    <w:p w:rsidR="00937EDB" w:rsidRDefault="00937EDB" w:rsidP="001A65D0">
      <w:pPr>
        <w:numPr>
          <w:ilvl w:val="0"/>
          <w:numId w:val="1"/>
        </w:numPr>
        <w:tabs>
          <w:tab w:val="left" w:pos="1260"/>
          <w:tab w:val="left" w:pos="1440"/>
          <w:tab w:val="left" w:pos="6930"/>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5pt;margin-top:18.5pt;width:100.5pt;height:133.8pt;z-index:-251658752">
            <v:imagedata r:id="rId5" o:title="" croptop="29599f" cropbottom="2757f" cropleft="46592f"/>
          </v:shape>
        </w:pict>
      </w:r>
      <w:r>
        <w:t xml:space="preserve">Which type of natural polymer is show here?  </w:t>
      </w:r>
    </w:p>
    <w:p w:rsidR="00937EDB" w:rsidRDefault="00937EDB" w:rsidP="001A65D0">
      <w:pPr>
        <w:tabs>
          <w:tab w:val="left" w:pos="1260"/>
          <w:tab w:val="left" w:pos="1440"/>
          <w:tab w:val="left" w:pos="6930"/>
        </w:tabs>
      </w:pPr>
      <w:r>
        <w:rPr>
          <w:noProof/>
        </w:rPr>
        <w:pict>
          <v:shape id="_x0000_s1027" type="#_x0000_t75" alt="" style="position:absolute;margin-left:342pt;margin-top:11.05pt;width:189pt;height:57.75pt;z-index:-251657728">
            <v:imagedata r:id="rId6" o:title="" croptop="15941f" cropbottom="20370f" cropleft="12778f" cropright="10939f"/>
          </v:shape>
        </w:pict>
      </w:r>
      <w:r>
        <w:rPr>
          <w:noProof/>
        </w:rPr>
        <w:pict>
          <v:shape id="_x0000_s1028" type="#_x0000_t75" alt="" style="position:absolute;margin-left:0;margin-top:17.3pt;width:180pt;height:66.85pt;z-index:-251659776">
            <v:imagedata r:id="rId7" o:title="" croptop="476f" cropbottom="53058f" cropright="11071f"/>
          </v:shape>
        </w:pict>
      </w:r>
      <w:r>
        <w:t>a)                                                                             b)                                                            c)</w:t>
      </w:r>
    </w:p>
    <w:p w:rsidR="00937EDB" w:rsidRDefault="00937EDB" w:rsidP="00DE4E7E">
      <w:pPr>
        <w:tabs>
          <w:tab w:val="left" w:pos="1260"/>
          <w:tab w:val="left" w:pos="1440"/>
          <w:tab w:val="left" w:pos="6930"/>
        </w:tabs>
        <w:ind w:left="360"/>
      </w:pPr>
      <w:r>
        <w:t xml:space="preserve">                                                                                           </w:t>
      </w:r>
    </w:p>
    <w:p w:rsidR="00937EDB" w:rsidRDefault="00937EDB" w:rsidP="00DE4E7E">
      <w:pPr>
        <w:tabs>
          <w:tab w:val="left" w:pos="1260"/>
          <w:tab w:val="left" w:pos="1440"/>
          <w:tab w:val="left" w:pos="6930"/>
        </w:tabs>
        <w:ind w:left="360"/>
      </w:pPr>
    </w:p>
    <w:p w:rsidR="00937EDB" w:rsidRDefault="00937EDB" w:rsidP="00DE4E7E">
      <w:pPr>
        <w:tabs>
          <w:tab w:val="left" w:pos="1260"/>
          <w:tab w:val="left" w:pos="1440"/>
          <w:tab w:val="left" w:pos="6930"/>
        </w:tabs>
        <w:ind w:left="360"/>
      </w:pPr>
    </w:p>
    <w:sectPr w:rsidR="00937EDB" w:rsidSect="00D522C1">
      <w:pgSz w:w="12240" w:h="15840"/>
      <w:pgMar w:top="900" w:right="144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43313"/>
    <w:multiLevelType w:val="hybridMultilevel"/>
    <w:tmpl w:val="3D6A5928"/>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7A77"/>
    <w:rsid w:val="0004114E"/>
    <w:rsid w:val="00051A21"/>
    <w:rsid w:val="000E532F"/>
    <w:rsid w:val="0010265E"/>
    <w:rsid w:val="0013449E"/>
    <w:rsid w:val="001703AF"/>
    <w:rsid w:val="001A65D0"/>
    <w:rsid w:val="00203252"/>
    <w:rsid w:val="002836A7"/>
    <w:rsid w:val="0028785B"/>
    <w:rsid w:val="002A5D99"/>
    <w:rsid w:val="00356C61"/>
    <w:rsid w:val="00472E16"/>
    <w:rsid w:val="004B4ECC"/>
    <w:rsid w:val="00565B5A"/>
    <w:rsid w:val="007E5A19"/>
    <w:rsid w:val="0089293E"/>
    <w:rsid w:val="008D58A4"/>
    <w:rsid w:val="00921A0A"/>
    <w:rsid w:val="00937EDB"/>
    <w:rsid w:val="00A6204B"/>
    <w:rsid w:val="00A87A77"/>
    <w:rsid w:val="00B17186"/>
    <w:rsid w:val="00B626F9"/>
    <w:rsid w:val="00C475C2"/>
    <w:rsid w:val="00C50456"/>
    <w:rsid w:val="00CA2EF0"/>
    <w:rsid w:val="00CA75C9"/>
    <w:rsid w:val="00CC307A"/>
    <w:rsid w:val="00CE3E5E"/>
    <w:rsid w:val="00D10268"/>
    <w:rsid w:val="00D522C1"/>
    <w:rsid w:val="00DE4E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5E"/>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332</Words>
  <Characters>1894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Reactions Worksheet</dc:title>
  <dc:subject/>
  <dc:creator>Ashley Young</dc:creator>
  <cp:keywords/>
  <dc:description/>
  <cp:lastModifiedBy>C363966</cp:lastModifiedBy>
  <cp:revision>2</cp:revision>
  <cp:lastPrinted>2013-11-27T16:08:00Z</cp:lastPrinted>
  <dcterms:created xsi:type="dcterms:W3CDTF">2013-11-29T15:27:00Z</dcterms:created>
  <dcterms:modified xsi:type="dcterms:W3CDTF">2013-11-29T15:27:00Z</dcterms:modified>
</cp:coreProperties>
</file>